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367811" w14:paraId="555B9372" w14:textId="77777777" w:rsidTr="00F862D6">
        <w:tc>
          <w:tcPr>
            <w:tcW w:w="1020" w:type="dxa"/>
          </w:tcPr>
          <w:p w14:paraId="2D22ED84" w14:textId="77777777" w:rsidR="00367811" w:rsidRPr="003E6B9A" w:rsidRDefault="00367811" w:rsidP="00367811">
            <w:r w:rsidRPr="003E6B9A">
              <w:t>Naše zn.</w:t>
            </w:r>
          </w:p>
        </w:tc>
        <w:tc>
          <w:tcPr>
            <w:tcW w:w="2552" w:type="dxa"/>
          </w:tcPr>
          <w:p w14:paraId="2FFEACB5" w14:textId="5697B59E" w:rsidR="00367811" w:rsidRPr="003E6B9A" w:rsidRDefault="0043429F" w:rsidP="00367811">
            <w:r w:rsidRPr="0043429F">
              <w:t>10780/2024-SŽ-SSV-Ú3</w:t>
            </w:r>
          </w:p>
        </w:tc>
        <w:tc>
          <w:tcPr>
            <w:tcW w:w="823" w:type="dxa"/>
          </w:tcPr>
          <w:p w14:paraId="583467BB" w14:textId="77777777" w:rsidR="00367811" w:rsidRDefault="00367811" w:rsidP="00367811"/>
        </w:tc>
        <w:tc>
          <w:tcPr>
            <w:tcW w:w="3685" w:type="dxa"/>
            <w:vMerge/>
          </w:tcPr>
          <w:p w14:paraId="6D7C51D0" w14:textId="77777777" w:rsidR="00367811" w:rsidRDefault="00367811" w:rsidP="00367811"/>
        </w:tc>
      </w:tr>
      <w:tr w:rsidR="00367811" w14:paraId="2C33C41A" w14:textId="77777777" w:rsidTr="00F862D6">
        <w:tc>
          <w:tcPr>
            <w:tcW w:w="1020" w:type="dxa"/>
          </w:tcPr>
          <w:p w14:paraId="3534520F" w14:textId="77777777" w:rsidR="00367811" w:rsidRDefault="00367811" w:rsidP="00367811">
            <w:r>
              <w:t>Listů/příloh</w:t>
            </w:r>
          </w:p>
        </w:tc>
        <w:tc>
          <w:tcPr>
            <w:tcW w:w="2552" w:type="dxa"/>
          </w:tcPr>
          <w:p w14:paraId="333CD487" w14:textId="1F59D9E4" w:rsidR="00367811" w:rsidRPr="003E6B9A" w:rsidRDefault="0043429F" w:rsidP="00367811">
            <w:r>
              <w:t>2</w:t>
            </w:r>
            <w:r w:rsidR="00367811" w:rsidRPr="00D03D26">
              <w:t>/</w:t>
            </w:r>
            <w:r w:rsidR="00367811">
              <w:t>0</w:t>
            </w:r>
          </w:p>
        </w:tc>
        <w:tc>
          <w:tcPr>
            <w:tcW w:w="823" w:type="dxa"/>
          </w:tcPr>
          <w:p w14:paraId="3FB21908" w14:textId="77777777" w:rsidR="00367811" w:rsidRDefault="00367811" w:rsidP="00367811"/>
        </w:tc>
        <w:tc>
          <w:tcPr>
            <w:tcW w:w="3685" w:type="dxa"/>
            <w:vMerge/>
          </w:tcPr>
          <w:p w14:paraId="2E772784" w14:textId="77777777" w:rsidR="00367811" w:rsidRDefault="00367811" w:rsidP="00367811">
            <w:pPr>
              <w:rPr>
                <w:noProof/>
              </w:rPr>
            </w:pPr>
          </w:p>
        </w:tc>
      </w:tr>
      <w:tr w:rsidR="00367811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367811" w:rsidRDefault="00367811" w:rsidP="00367811"/>
        </w:tc>
        <w:tc>
          <w:tcPr>
            <w:tcW w:w="2552" w:type="dxa"/>
          </w:tcPr>
          <w:p w14:paraId="133F3BF2" w14:textId="77777777" w:rsidR="00367811" w:rsidRPr="003E6B9A" w:rsidRDefault="00367811" w:rsidP="00367811"/>
        </w:tc>
        <w:tc>
          <w:tcPr>
            <w:tcW w:w="823" w:type="dxa"/>
          </w:tcPr>
          <w:p w14:paraId="7BEB7C0A" w14:textId="77777777" w:rsidR="00367811" w:rsidRDefault="00367811" w:rsidP="00367811"/>
        </w:tc>
        <w:tc>
          <w:tcPr>
            <w:tcW w:w="3685" w:type="dxa"/>
            <w:vMerge/>
          </w:tcPr>
          <w:p w14:paraId="140296A1" w14:textId="77777777" w:rsidR="00367811" w:rsidRDefault="00367811" w:rsidP="00367811"/>
        </w:tc>
      </w:tr>
      <w:tr w:rsidR="00367811" w14:paraId="5237532F" w14:textId="77777777" w:rsidTr="00F862D6">
        <w:tc>
          <w:tcPr>
            <w:tcW w:w="1020" w:type="dxa"/>
          </w:tcPr>
          <w:p w14:paraId="7759C605" w14:textId="77777777" w:rsidR="00367811" w:rsidRDefault="00367811" w:rsidP="00367811">
            <w:r>
              <w:t>Vyřizuje</w:t>
            </w:r>
          </w:p>
        </w:tc>
        <w:tc>
          <w:tcPr>
            <w:tcW w:w="2552" w:type="dxa"/>
          </w:tcPr>
          <w:p w14:paraId="1DDCADFD" w14:textId="77777777" w:rsidR="00367811" w:rsidRPr="000F3143" w:rsidRDefault="00367811" w:rsidP="00367811">
            <w:r w:rsidRPr="000F3143">
              <w:t>Ing. Radomíra Rečková</w:t>
            </w:r>
          </w:p>
          <w:p w14:paraId="4A0EADDE" w14:textId="77777777" w:rsidR="00367811" w:rsidRPr="003E6B9A" w:rsidRDefault="00367811" w:rsidP="00367811"/>
        </w:tc>
        <w:tc>
          <w:tcPr>
            <w:tcW w:w="823" w:type="dxa"/>
          </w:tcPr>
          <w:p w14:paraId="303107D3" w14:textId="77777777" w:rsidR="00367811" w:rsidRDefault="00367811" w:rsidP="00367811"/>
        </w:tc>
        <w:tc>
          <w:tcPr>
            <w:tcW w:w="3685" w:type="dxa"/>
            <w:vMerge/>
          </w:tcPr>
          <w:p w14:paraId="6405EBE3" w14:textId="77777777" w:rsidR="00367811" w:rsidRDefault="00367811" w:rsidP="00367811"/>
        </w:tc>
      </w:tr>
      <w:tr w:rsidR="00367811" w14:paraId="192D4EE6" w14:textId="77777777" w:rsidTr="00F862D6">
        <w:tc>
          <w:tcPr>
            <w:tcW w:w="1020" w:type="dxa"/>
          </w:tcPr>
          <w:p w14:paraId="2F7F053F" w14:textId="77777777" w:rsidR="00367811" w:rsidRDefault="00367811" w:rsidP="00367811"/>
        </w:tc>
        <w:tc>
          <w:tcPr>
            <w:tcW w:w="2552" w:type="dxa"/>
          </w:tcPr>
          <w:p w14:paraId="36F90D31" w14:textId="77777777" w:rsidR="00367811" w:rsidRPr="003E6B9A" w:rsidRDefault="00367811" w:rsidP="00367811"/>
        </w:tc>
        <w:tc>
          <w:tcPr>
            <w:tcW w:w="823" w:type="dxa"/>
          </w:tcPr>
          <w:p w14:paraId="0B7BD956" w14:textId="77777777" w:rsidR="00367811" w:rsidRDefault="00367811" w:rsidP="00367811"/>
        </w:tc>
        <w:tc>
          <w:tcPr>
            <w:tcW w:w="3685" w:type="dxa"/>
            <w:vMerge/>
          </w:tcPr>
          <w:p w14:paraId="294D6520" w14:textId="77777777" w:rsidR="00367811" w:rsidRDefault="00367811" w:rsidP="00367811"/>
        </w:tc>
      </w:tr>
      <w:tr w:rsidR="00367811" w14:paraId="635DFF9F" w14:textId="77777777" w:rsidTr="00F862D6">
        <w:tc>
          <w:tcPr>
            <w:tcW w:w="1020" w:type="dxa"/>
          </w:tcPr>
          <w:p w14:paraId="7A3891F6" w14:textId="77777777" w:rsidR="00367811" w:rsidRDefault="00367811" w:rsidP="00367811">
            <w:r>
              <w:t>Mobil</w:t>
            </w:r>
          </w:p>
        </w:tc>
        <w:tc>
          <w:tcPr>
            <w:tcW w:w="2552" w:type="dxa"/>
          </w:tcPr>
          <w:p w14:paraId="67448459" w14:textId="360B81A0" w:rsidR="00367811" w:rsidRPr="003E6B9A" w:rsidRDefault="00367811" w:rsidP="00367811">
            <w:r w:rsidRPr="000F3143">
              <w:t>+420 725 744 197</w:t>
            </w:r>
          </w:p>
        </w:tc>
        <w:tc>
          <w:tcPr>
            <w:tcW w:w="823" w:type="dxa"/>
          </w:tcPr>
          <w:p w14:paraId="4A963F72" w14:textId="77777777" w:rsidR="00367811" w:rsidRDefault="00367811" w:rsidP="00367811"/>
        </w:tc>
        <w:tc>
          <w:tcPr>
            <w:tcW w:w="3685" w:type="dxa"/>
            <w:vMerge/>
          </w:tcPr>
          <w:p w14:paraId="010CCE96" w14:textId="77777777" w:rsidR="00367811" w:rsidRDefault="00367811" w:rsidP="00367811"/>
        </w:tc>
      </w:tr>
      <w:tr w:rsidR="00367811" w14:paraId="2250880D" w14:textId="77777777" w:rsidTr="00F862D6">
        <w:tc>
          <w:tcPr>
            <w:tcW w:w="1020" w:type="dxa"/>
          </w:tcPr>
          <w:p w14:paraId="28245A45" w14:textId="77777777" w:rsidR="00367811" w:rsidRDefault="00367811" w:rsidP="00367811">
            <w:r>
              <w:t>E-mail</w:t>
            </w:r>
          </w:p>
        </w:tc>
        <w:tc>
          <w:tcPr>
            <w:tcW w:w="2552" w:type="dxa"/>
          </w:tcPr>
          <w:p w14:paraId="15A7D067" w14:textId="7278B23C" w:rsidR="00367811" w:rsidRPr="003E6B9A" w:rsidRDefault="0043429F" w:rsidP="00367811">
            <w:hyperlink r:id="rId11" w:history="1">
              <w:r w:rsidR="00367811" w:rsidRPr="00196E00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61F2AFE5" w14:textId="77777777" w:rsidR="00367811" w:rsidRDefault="00367811" w:rsidP="00367811"/>
        </w:tc>
        <w:tc>
          <w:tcPr>
            <w:tcW w:w="3685" w:type="dxa"/>
            <w:vMerge/>
          </w:tcPr>
          <w:p w14:paraId="3652D20A" w14:textId="77777777" w:rsidR="00367811" w:rsidRDefault="00367811" w:rsidP="00367811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41F4F92F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0825BD">
              <w:rPr>
                <w:noProof/>
              </w:rPr>
              <w:t>1. října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5C37C902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D802D8">
        <w:rPr>
          <w:rFonts w:eastAsia="Calibri" w:cs="Times New Roman"/>
          <w:lang w:eastAsia="cs-CZ"/>
        </w:rPr>
        <w:t>8</w:t>
      </w:r>
    </w:p>
    <w:p w14:paraId="25C6ADAC" w14:textId="765431D3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367811" w:rsidRPr="00367811">
        <w:rPr>
          <w:rFonts w:eastAsia="Calibri" w:cs="Times New Roman"/>
          <w:b/>
          <w:bCs/>
          <w:lang w:eastAsia="cs-CZ"/>
        </w:rPr>
        <w:t xml:space="preserve">Rozšíření CDP </w:t>
      </w:r>
      <w:proofErr w:type="gramStart"/>
      <w:r w:rsidR="00367811" w:rsidRPr="00367811">
        <w:rPr>
          <w:rFonts w:eastAsia="Calibri" w:cs="Times New Roman"/>
          <w:b/>
          <w:bCs/>
          <w:lang w:eastAsia="cs-CZ"/>
        </w:rPr>
        <w:t>Přerov - nová</w:t>
      </w:r>
      <w:proofErr w:type="gramEnd"/>
      <w:r w:rsidR="00367811" w:rsidRPr="00367811">
        <w:rPr>
          <w:rFonts w:eastAsia="Calibri" w:cs="Times New Roman"/>
          <w:b/>
          <w:bCs/>
          <w:lang w:eastAsia="cs-CZ"/>
        </w:rPr>
        <w:t xml:space="preserve"> budova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D7836DF" w14:textId="77777777" w:rsidR="005C663F" w:rsidRDefault="005C663F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0375E06" w14:textId="77777777" w:rsidR="00D7386B" w:rsidRDefault="00D7386B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8AEC19C" w14:textId="77777777" w:rsidR="00D7386B" w:rsidRPr="00BD5319" w:rsidRDefault="00D7386B" w:rsidP="00D7386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B183B8A" w14:textId="78F2C7BB" w:rsidR="00183FE7" w:rsidRDefault="00D7386B" w:rsidP="00183FE7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2B3FF5">
        <w:rPr>
          <w:rFonts w:eastAsia="Calibri" w:cs="Times New Roman"/>
          <w:b/>
          <w:lang w:eastAsia="cs-CZ"/>
        </w:rPr>
        <w:t>83</w:t>
      </w:r>
      <w:r w:rsidRPr="00BD5319">
        <w:rPr>
          <w:rFonts w:eastAsia="Calibri" w:cs="Times New Roman"/>
          <w:b/>
          <w:lang w:eastAsia="cs-CZ"/>
        </w:rPr>
        <w:t>:</w:t>
      </w:r>
    </w:p>
    <w:p w14:paraId="29DD670C" w14:textId="77777777" w:rsidR="002B3FF5" w:rsidRDefault="002B3FF5" w:rsidP="002B3FF5">
      <w:pPr>
        <w:jc w:val="both"/>
      </w:pPr>
      <w:r>
        <w:t xml:space="preserve">V návaznosti na odpovědi zadavatele především se týkající hardwarového přepínače se dále tážeme. </w:t>
      </w:r>
    </w:p>
    <w:p w14:paraId="2DC6F6FA" w14:textId="77777777" w:rsidR="002B3FF5" w:rsidRDefault="002B3FF5" w:rsidP="002B3FF5">
      <w:pPr>
        <w:jc w:val="both"/>
      </w:pPr>
      <w:r>
        <w:t xml:space="preserve">Zadavatel v průběhu odpovědí na reálné technické dotazy tazatelů začal rozšiřovat předmět díla oproti původní zadávací dokumentaci týkající se hardwarového přepínače. </w:t>
      </w:r>
    </w:p>
    <w:p w14:paraId="44FD9077" w14:textId="77777777" w:rsidR="002B3FF5" w:rsidRDefault="002B3FF5" w:rsidP="002B3FF5">
      <w:pPr>
        <w:jc w:val="both"/>
      </w:pPr>
      <w:r>
        <w:t xml:space="preserve">Zadávací dokumentace PS11 část Hardwarový přepínač definuje požadavky na hardwarový </w:t>
      </w:r>
      <w:proofErr w:type="gramStart"/>
      <w:r>
        <w:t>přepínač</w:t>
      </w:r>
      <w:proofErr w:type="gramEnd"/>
      <w:r>
        <w:t xml:space="preserve"> a i předpokládaný rozsah zapojených pracovišť. V rámci jednotlivých odpovědí a upřesnění zadavatelem došlo k enormnímu rozšíření těchto požadavků s následkem zásadního navýšení komplexnosti i nákladovosti takového systému. Navíc toto zásadně zužuje množinu použitelných výrobků. </w:t>
      </w:r>
    </w:p>
    <w:p w14:paraId="4E9BEF2F" w14:textId="1B33A8A0" w:rsidR="002B3FF5" w:rsidRDefault="002B3FF5" w:rsidP="002B3FF5">
      <w:pPr>
        <w:jc w:val="both"/>
      </w:pPr>
      <w:r>
        <w:t xml:space="preserve">Dále. Jak z dotazů uchazečů vyplývá, komplexní systém hardwarového přepínače, jak je zadavatelem požadován se stává zásadním rizikem v případě jeho výpadku/poruchy. </w:t>
      </w:r>
    </w:p>
    <w:p w14:paraId="4F33C2A1" w14:textId="699F3150" w:rsidR="002B3FF5" w:rsidRDefault="002B3FF5" w:rsidP="002B3FF5">
      <w:pPr>
        <w:jc w:val="both"/>
      </w:pPr>
      <w:r>
        <w:t xml:space="preserve">Koncepce distribuce grafického obsahu je v přímém rozporu se současně používanou, tj. s vyšší odolností proti poruše a v této stavbě zadavatelem požadovaná koncepce jde proti standardům a prioritám kladených SŽ na takové systémy. </w:t>
      </w:r>
    </w:p>
    <w:p w14:paraId="1722DBF8" w14:textId="44180C5D" w:rsidR="002B3FF5" w:rsidRDefault="002B3FF5" w:rsidP="002B3FF5">
      <w:pPr>
        <w:jc w:val="both"/>
      </w:pPr>
      <w:r>
        <w:t xml:space="preserve">a) Žádáme zadavatele o přehodnocení jeho odpovědí tak, aby odpovídaly svým rozsahem (původní) zadávací dokumentaci. </w:t>
      </w:r>
    </w:p>
    <w:p w14:paraId="2F5D702B" w14:textId="77777777" w:rsidR="002B3FF5" w:rsidRDefault="002B3FF5" w:rsidP="002B3FF5">
      <w:pPr>
        <w:spacing w:after="0"/>
        <w:jc w:val="both"/>
      </w:pPr>
      <w:r>
        <w:t xml:space="preserve">b) Žádáme zadavatele o přehodnocení navržené a požadované koncepce Hardwarového přepínače. </w:t>
      </w:r>
    </w:p>
    <w:p w14:paraId="026B4F6B" w14:textId="6C2FCE5B" w:rsidR="00D802D8" w:rsidRPr="00C67774" w:rsidRDefault="002B3FF5" w:rsidP="002B3FF5">
      <w:pPr>
        <w:spacing w:after="0"/>
        <w:jc w:val="both"/>
        <w:rPr>
          <w:b/>
          <w:bCs/>
        </w:rPr>
      </w:pPr>
      <w:proofErr w:type="spellStart"/>
      <w:r w:rsidRPr="00C67774">
        <w:rPr>
          <w:b/>
          <w:bCs/>
        </w:rPr>
        <w:t>Odpověd</w:t>
      </w:r>
      <w:proofErr w:type="spellEnd"/>
      <w:r w:rsidRPr="00C67774">
        <w:rPr>
          <w:b/>
          <w:bCs/>
        </w:rPr>
        <w:t>:</w:t>
      </w:r>
    </w:p>
    <w:p w14:paraId="0CDBE0D0" w14:textId="7AD4DC5B" w:rsidR="00E96098" w:rsidRPr="00C67774" w:rsidRDefault="00E06D83" w:rsidP="002B3FF5">
      <w:pPr>
        <w:spacing w:after="0"/>
        <w:jc w:val="both"/>
      </w:pPr>
      <w:r w:rsidRPr="00C67774">
        <w:t xml:space="preserve">Zadavatel v rámci technické náročnosti části dotazů a po konzultaci s odbornými složkami upřesňuje </w:t>
      </w:r>
      <w:r w:rsidR="00E96098" w:rsidRPr="00C67774">
        <w:t>odpovědi na tyto dotazy.</w:t>
      </w:r>
    </w:p>
    <w:p w14:paraId="0B4346FD" w14:textId="77777777" w:rsidR="00E96098" w:rsidRPr="00C67774" w:rsidRDefault="00E96098" w:rsidP="002B3FF5">
      <w:pPr>
        <w:spacing w:after="0"/>
        <w:jc w:val="both"/>
      </w:pPr>
    </w:p>
    <w:p w14:paraId="25829D83" w14:textId="3D0B8AC9" w:rsidR="00E06D83" w:rsidRPr="00C67774" w:rsidRDefault="00E96098" w:rsidP="002B3FF5">
      <w:pPr>
        <w:spacing w:after="0"/>
        <w:jc w:val="both"/>
      </w:pPr>
      <w:r w:rsidRPr="00C67774">
        <w:t xml:space="preserve">Odpověď </w:t>
      </w:r>
      <w:r w:rsidR="004C1F87" w:rsidRPr="00C67774">
        <w:t>upřesňuje</w:t>
      </w:r>
      <w:r w:rsidRPr="00C67774">
        <w:t xml:space="preserve"> dotaz č.72. V rámci případné změny</w:t>
      </w:r>
      <w:r w:rsidR="003114C8" w:rsidRPr="00C67774">
        <w:t xml:space="preserve"> částí</w:t>
      </w:r>
      <w:r w:rsidRPr="00C67774">
        <w:t xml:space="preserve"> individuálních </w:t>
      </w:r>
      <w:r w:rsidR="003114C8" w:rsidRPr="00C67774">
        <w:t xml:space="preserve">a </w:t>
      </w:r>
      <w:r w:rsidRPr="00C67774">
        <w:t>systémových SW, případně dotčených</w:t>
      </w:r>
      <w:r w:rsidR="003114C8" w:rsidRPr="00C67774">
        <w:t xml:space="preserve"> SW stavbou</w:t>
      </w:r>
      <w:r w:rsidRPr="00C67774">
        <w:t xml:space="preserve"> (nepředpokládá se), budou řešeny standart</w:t>
      </w:r>
      <w:r w:rsidR="003114C8" w:rsidRPr="00C67774">
        <w:t>ní</w:t>
      </w:r>
      <w:r w:rsidRPr="00C67774">
        <w:t xml:space="preserve"> změno</w:t>
      </w:r>
      <w:r w:rsidR="003114C8" w:rsidRPr="00C67774">
        <w:t>u během výstavby</w:t>
      </w:r>
      <w:r w:rsidRPr="00C67774">
        <w:t>.</w:t>
      </w:r>
      <w:r w:rsidR="00E06D83" w:rsidRPr="00C67774">
        <w:t xml:space="preserve">   </w:t>
      </w:r>
    </w:p>
    <w:p w14:paraId="05027EDD" w14:textId="77777777" w:rsidR="00E06D83" w:rsidRPr="00C67774" w:rsidRDefault="00E06D83" w:rsidP="002B3FF5">
      <w:pPr>
        <w:spacing w:after="0"/>
        <w:jc w:val="both"/>
      </w:pPr>
    </w:p>
    <w:p w14:paraId="1003A330" w14:textId="52AE6988" w:rsidR="00E06D83" w:rsidRPr="00E96098" w:rsidRDefault="00E06D83" w:rsidP="002B3FF5">
      <w:pPr>
        <w:spacing w:after="0"/>
        <w:jc w:val="both"/>
        <w:rPr>
          <w:color w:val="FF5200" w:themeColor="accent2"/>
        </w:rPr>
      </w:pPr>
      <w:r w:rsidRPr="00C67774">
        <w:lastRenderedPageBreak/>
        <w:t xml:space="preserve">V rámci upřesnění dotazu č.70 vyplývající z podrobnějšího prověření s odbornými složkami, nechť jsou uchazeči uvažovány počty vstupů u HW přepínačů v rozsahu dle </w:t>
      </w:r>
      <w:r w:rsidR="003114C8" w:rsidRPr="00C67774">
        <w:t>kapitoly</w:t>
      </w:r>
      <w:r w:rsidRPr="00C67774">
        <w:t xml:space="preserve"> 3.2.1</w:t>
      </w:r>
      <w:r w:rsidR="003114C8" w:rsidRPr="00C67774">
        <w:t>2</w:t>
      </w:r>
      <w:r w:rsidRPr="00C67774">
        <w:t>.</w:t>
      </w:r>
      <w:r w:rsidR="003114C8" w:rsidRPr="00C67774">
        <w:t xml:space="preserve"> technické zprávy PS11</w:t>
      </w:r>
      <w:r w:rsidRPr="00C67774">
        <w:t xml:space="preserve"> </w:t>
      </w:r>
      <w:r w:rsidR="003114C8" w:rsidRPr="00C67774">
        <w:t>projektové</w:t>
      </w:r>
      <w:r w:rsidRPr="00C67774">
        <w:t xml:space="preserve"> dokumentace.</w:t>
      </w:r>
    </w:p>
    <w:p w14:paraId="4827553C" w14:textId="77777777" w:rsidR="00E06D83" w:rsidRDefault="00E06D83" w:rsidP="002B3FF5">
      <w:pPr>
        <w:spacing w:after="0"/>
        <w:jc w:val="both"/>
        <w:rPr>
          <w:color w:val="FF0000"/>
        </w:rPr>
      </w:pPr>
    </w:p>
    <w:p w14:paraId="66825466" w14:textId="77777777" w:rsidR="00413EB2" w:rsidRDefault="00413EB2" w:rsidP="00BD5319">
      <w:pPr>
        <w:spacing w:after="0" w:line="240" w:lineRule="auto"/>
        <w:jc w:val="both"/>
        <w:rPr>
          <w:rFonts w:eastAsia="Times New Roman" w:cs="Times New Roman"/>
          <w:color w:val="FF0000"/>
          <w:highlight w:val="green"/>
          <w:lang w:eastAsia="cs-CZ"/>
        </w:rPr>
      </w:pPr>
    </w:p>
    <w:p w14:paraId="39DC49C0" w14:textId="77777777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4535D35C" w14:textId="77777777" w:rsidR="000825BD" w:rsidRPr="00BD5319" w:rsidRDefault="000825BD" w:rsidP="000825BD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0AF7C0D4" w14:textId="0AF74B8A" w:rsidR="00664163" w:rsidRPr="004D2C70" w:rsidRDefault="000825BD" w:rsidP="000825BD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0825BD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0825BD">
        <w:rPr>
          <w:rFonts w:eastAsia="Times New Roman" w:cs="Times New Roman"/>
          <w:b/>
          <w:lang w:eastAsia="cs-CZ"/>
        </w:rPr>
        <w:t>změny/doplnění zadávací dokumentace</w:t>
      </w:r>
      <w:r w:rsidRPr="000825BD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0825BD">
        <w:rPr>
          <w:rFonts w:eastAsia="Times New Roman" w:cs="Times New Roman"/>
          <w:lang w:eastAsia="cs-CZ"/>
        </w:rPr>
        <w:t>ust</w:t>
      </w:r>
      <w:proofErr w:type="spellEnd"/>
      <w:r w:rsidRPr="000825BD">
        <w:rPr>
          <w:rFonts w:eastAsia="Times New Roman" w:cs="Times New Roman"/>
          <w:lang w:eastAsia="cs-CZ"/>
        </w:rPr>
        <w:t>. § 99 odst. 2 ZZVZ a prodlužuje lhůtu pro podání nabídek ze dne</w:t>
      </w:r>
      <w:r w:rsidR="00664163" w:rsidRPr="000825BD">
        <w:rPr>
          <w:rFonts w:eastAsia="Times New Roman" w:cs="Times New Roman"/>
          <w:b/>
          <w:lang w:eastAsia="cs-CZ"/>
        </w:rPr>
        <w:t xml:space="preserve"> </w:t>
      </w:r>
      <w:r w:rsidR="00B2155C" w:rsidRPr="000825BD">
        <w:rPr>
          <w:rFonts w:eastAsia="Times New Roman" w:cs="Times New Roman"/>
          <w:lang w:eastAsia="cs-CZ"/>
        </w:rPr>
        <w:t>7. 10</w:t>
      </w:r>
      <w:r w:rsidR="004D2C70" w:rsidRPr="000825BD">
        <w:rPr>
          <w:rFonts w:eastAsia="Times New Roman" w:cs="Times New Roman"/>
          <w:lang w:eastAsia="cs-CZ"/>
        </w:rPr>
        <w:t xml:space="preserve">. 2024 </w:t>
      </w:r>
      <w:r w:rsidR="00664163" w:rsidRPr="000825BD">
        <w:rPr>
          <w:rFonts w:eastAsia="Times New Roman" w:cs="Times New Roman"/>
          <w:b/>
          <w:lang w:eastAsia="cs-CZ"/>
        </w:rPr>
        <w:t xml:space="preserve">na den </w:t>
      </w:r>
      <w:bookmarkStart w:id="1" w:name="_Hlk177128602"/>
      <w:r w:rsidRPr="000825BD">
        <w:rPr>
          <w:rFonts w:eastAsia="Times New Roman" w:cs="Times New Roman"/>
          <w:b/>
          <w:lang w:eastAsia="cs-CZ"/>
        </w:rPr>
        <w:t>16</w:t>
      </w:r>
      <w:r w:rsidR="00B2155C" w:rsidRPr="000825BD">
        <w:rPr>
          <w:rFonts w:eastAsia="Times New Roman" w:cs="Times New Roman"/>
          <w:b/>
          <w:bCs/>
          <w:lang w:eastAsia="cs-CZ"/>
        </w:rPr>
        <w:t>. 10</w:t>
      </w:r>
      <w:r w:rsidR="004D2C70" w:rsidRPr="000825BD">
        <w:rPr>
          <w:rFonts w:eastAsia="Times New Roman" w:cs="Times New Roman"/>
          <w:b/>
          <w:bCs/>
          <w:lang w:eastAsia="cs-CZ"/>
        </w:rPr>
        <w:t>. 2024</w:t>
      </w:r>
      <w:bookmarkEnd w:id="1"/>
      <w:r w:rsidR="00664163" w:rsidRPr="000825BD">
        <w:rPr>
          <w:rFonts w:eastAsia="Times New Roman" w:cs="Times New Roman"/>
          <w:b/>
          <w:bCs/>
          <w:lang w:eastAsia="cs-CZ"/>
        </w:rPr>
        <w:t>.</w:t>
      </w:r>
    </w:p>
    <w:p w14:paraId="75846074" w14:textId="77777777" w:rsidR="004D2C70" w:rsidRDefault="004D2C70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6F22221" w14:textId="77777777" w:rsidR="004D2C70" w:rsidRDefault="004D2C70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8F6D20B" w14:textId="58CA4271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2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4D2C70" w:rsidRPr="004D2C70">
        <w:rPr>
          <w:rFonts w:eastAsia="Times New Roman" w:cs="Times New Roman"/>
          <w:lang w:eastAsia="cs-CZ"/>
        </w:rPr>
        <w:t>Z2024-039172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0FE4E137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0178B76F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B2155C">
        <w:rPr>
          <w:rFonts w:eastAsia="Times New Roman" w:cs="Times New Roman"/>
          <w:lang w:eastAsia="cs-CZ"/>
        </w:rPr>
        <w:t>7. 10</w:t>
      </w:r>
      <w:r w:rsidR="004D2C70">
        <w:rPr>
          <w:rFonts w:eastAsia="Times New Roman" w:cs="Times New Roman"/>
          <w:lang w:eastAsia="cs-CZ"/>
        </w:rPr>
        <w:t xml:space="preserve">. 2024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0825BD" w:rsidRPr="0043429F">
        <w:rPr>
          <w:rFonts w:eastAsia="Times New Roman" w:cs="Times New Roman"/>
          <w:b/>
          <w:bCs/>
          <w:color w:val="000000" w:themeColor="text1"/>
          <w:lang w:eastAsia="cs-CZ"/>
        </w:rPr>
        <w:t>16</w:t>
      </w:r>
      <w:r w:rsidR="00B2155C" w:rsidRPr="0043429F">
        <w:rPr>
          <w:rFonts w:eastAsia="Times New Roman" w:cs="Times New Roman"/>
          <w:b/>
          <w:bCs/>
          <w:color w:val="000000" w:themeColor="text1"/>
          <w:lang w:eastAsia="cs-CZ"/>
        </w:rPr>
        <w:t>.</w:t>
      </w:r>
      <w:r w:rsidR="00B2155C">
        <w:rPr>
          <w:rFonts w:eastAsia="Times New Roman" w:cs="Times New Roman"/>
          <w:b/>
          <w:bCs/>
          <w:color w:val="000000" w:themeColor="text1"/>
          <w:lang w:eastAsia="cs-CZ"/>
        </w:rPr>
        <w:t xml:space="preserve"> 10</w:t>
      </w:r>
      <w:r w:rsidR="004D2C70" w:rsidRPr="004D2C70">
        <w:rPr>
          <w:rFonts w:eastAsia="Times New Roman" w:cs="Times New Roman"/>
          <w:b/>
          <w:bCs/>
          <w:color w:val="000000" w:themeColor="text1"/>
          <w:lang w:eastAsia="cs-CZ"/>
        </w:rPr>
        <w:t>. 2024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542AECF2" w:rsidR="00664163" w:rsidRPr="0043429F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3429F">
        <w:rPr>
          <w:rFonts w:eastAsia="Calibri" w:cs="Times New Roman"/>
          <w:lang w:eastAsia="cs-CZ"/>
        </w:rPr>
        <w:t xml:space="preserve">V Olomouci dne </w:t>
      </w:r>
      <w:r w:rsidR="0043429F" w:rsidRPr="0043429F">
        <w:rPr>
          <w:rFonts w:eastAsia="Calibri" w:cs="Times New Roman"/>
          <w:lang w:eastAsia="cs-CZ"/>
        </w:rPr>
        <w:t>1. 10. 2024</w:t>
      </w:r>
    </w:p>
    <w:p w14:paraId="6F75BA64" w14:textId="77777777" w:rsidR="00664163" w:rsidRPr="0043429F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43429F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649B98E" w14:textId="0DD0E0CD" w:rsidR="0043429F" w:rsidRDefault="0043429F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 xml:space="preserve"> </w:t>
      </w:r>
    </w:p>
    <w:p w14:paraId="196CE422" w14:textId="77777777" w:rsidR="0043429F" w:rsidRPr="0043429F" w:rsidRDefault="0043429F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AF78FBF" w14:textId="77777777" w:rsidR="0043429F" w:rsidRPr="0043429F" w:rsidRDefault="0043429F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43429F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3429F">
        <w:rPr>
          <w:rFonts w:eastAsia="Times New Roman" w:cs="Times New Roman"/>
          <w:b/>
          <w:bCs/>
          <w:lang w:eastAsia="cs-CZ"/>
        </w:rPr>
        <w:t>Ing. Miroslav Bocák</w:t>
      </w:r>
      <w:r w:rsidRPr="0043429F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43429F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43429F">
        <w:rPr>
          <w:rFonts w:eastAsia="Times New Roman" w:cs="Times New Roman"/>
          <w:lang w:eastAsia="cs-CZ"/>
        </w:rPr>
        <w:t>ředitel organizační jednotky</w:t>
      </w:r>
      <w:r w:rsidRPr="0043429F">
        <w:rPr>
          <w:rFonts w:eastAsia="Times New Roman" w:cs="Times New Roman"/>
          <w:lang w:eastAsia="cs-CZ"/>
        </w:rPr>
        <w:tab/>
      </w:r>
    </w:p>
    <w:p w14:paraId="5DEDC136" w14:textId="77777777" w:rsidR="00664163" w:rsidRPr="0043429F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43429F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43429F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2D7D13" w14:textId="77777777" w:rsidR="000D22DD" w:rsidRDefault="000D22DD" w:rsidP="00962258">
      <w:pPr>
        <w:spacing w:after="0" w:line="240" w:lineRule="auto"/>
      </w:pPr>
      <w:r>
        <w:separator/>
      </w:r>
    </w:p>
  </w:endnote>
  <w:endnote w:type="continuationSeparator" w:id="0">
    <w:p w14:paraId="14B1C59D" w14:textId="77777777" w:rsidR="000D22DD" w:rsidRDefault="000D22D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FFF76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2EA38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4C070B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7EB568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92A5A1" w14:textId="77777777" w:rsidR="000D22DD" w:rsidRDefault="000D22DD" w:rsidP="00962258">
      <w:pPr>
        <w:spacing w:after="0" w:line="240" w:lineRule="auto"/>
      </w:pPr>
      <w:r>
        <w:separator/>
      </w:r>
    </w:p>
  </w:footnote>
  <w:footnote w:type="continuationSeparator" w:id="0">
    <w:p w14:paraId="4EA7D495" w14:textId="77777777" w:rsidR="000D22DD" w:rsidRDefault="000D22D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C73F15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29B394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5E6A5149"/>
    <w:multiLevelType w:val="hybridMultilevel"/>
    <w:tmpl w:val="4992D57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 w16cid:durableId="401025770">
    <w:abstractNumId w:val="2"/>
  </w:num>
  <w:num w:numId="2" w16cid:durableId="506209173">
    <w:abstractNumId w:val="1"/>
  </w:num>
  <w:num w:numId="3" w16cid:durableId="358628641">
    <w:abstractNumId w:val="3"/>
  </w:num>
  <w:num w:numId="4" w16cid:durableId="1834292179">
    <w:abstractNumId w:val="7"/>
  </w:num>
  <w:num w:numId="5" w16cid:durableId="1470241154">
    <w:abstractNumId w:val="0"/>
  </w:num>
  <w:num w:numId="6" w16cid:durableId="848255171">
    <w:abstractNumId w:val="5"/>
  </w:num>
  <w:num w:numId="7" w16cid:durableId="218832763">
    <w:abstractNumId w:val="4"/>
  </w:num>
  <w:num w:numId="8" w16cid:durableId="113044103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436AA"/>
    <w:rsid w:val="00066116"/>
    <w:rsid w:val="00072C1E"/>
    <w:rsid w:val="000825BD"/>
    <w:rsid w:val="000B3A82"/>
    <w:rsid w:val="000B6C7E"/>
    <w:rsid w:val="000B7907"/>
    <w:rsid w:val="000C0429"/>
    <w:rsid w:val="000C45E8"/>
    <w:rsid w:val="000D22DD"/>
    <w:rsid w:val="000E3F30"/>
    <w:rsid w:val="00114472"/>
    <w:rsid w:val="001245ED"/>
    <w:rsid w:val="001267E4"/>
    <w:rsid w:val="00170EC5"/>
    <w:rsid w:val="001747C1"/>
    <w:rsid w:val="00183FE7"/>
    <w:rsid w:val="0018596A"/>
    <w:rsid w:val="001B69C2"/>
    <w:rsid w:val="001C4DA0"/>
    <w:rsid w:val="00207DF5"/>
    <w:rsid w:val="00223A27"/>
    <w:rsid w:val="00236E2E"/>
    <w:rsid w:val="00257A55"/>
    <w:rsid w:val="00267369"/>
    <w:rsid w:val="0026785D"/>
    <w:rsid w:val="00273CE2"/>
    <w:rsid w:val="00296D39"/>
    <w:rsid w:val="002A59FE"/>
    <w:rsid w:val="002B3FF5"/>
    <w:rsid w:val="002C31BF"/>
    <w:rsid w:val="002E0CD7"/>
    <w:rsid w:val="002F026B"/>
    <w:rsid w:val="003114C8"/>
    <w:rsid w:val="00332A00"/>
    <w:rsid w:val="00335122"/>
    <w:rsid w:val="00335732"/>
    <w:rsid w:val="00357BC6"/>
    <w:rsid w:val="00364271"/>
    <w:rsid w:val="00367811"/>
    <w:rsid w:val="0037111D"/>
    <w:rsid w:val="003756B9"/>
    <w:rsid w:val="003956C6"/>
    <w:rsid w:val="003B2990"/>
    <w:rsid w:val="003E59BB"/>
    <w:rsid w:val="003E6B9A"/>
    <w:rsid w:val="003E75CE"/>
    <w:rsid w:val="0041380F"/>
    <w:rsid w:val="00413EB2"/>
    <w:rsid w:val="00421261"/>
    <w:rsid w:val="0043429F"/>
    <w:rsid w:val="00450F07"/>
    <w:rsid w:val="00453CD3"/>
    <w:rsid w:val="00455BC7"/>
    <w:rsid w:val="00460660"/>
    <w:rsid w:val="00460CCB"/>
    <w:rsid w:val="00471FA4"/>
    <w:rsid w:val="00477370"/>
    <w:rsid w:val="00486107"/>
    <w:rsid w:val="00491827"/>
    <w:rsid w:val="004926B0"/>
    <w:rsid w:val="00492C0D"/>
    <w:rsid w:val="00496DDA"/>
    <w:rsid w:val="004A0F75"/>
    <w:rsid w:val="004A7C69"/>
    <w:rsid w:val="004B3965"/>
    <w:rsid w:val="004C1F87"/>
    <w:rsid w:val="004C4399"/>
    <w:rsid w:val="004C69ED"/>
    <w:rsid w:val="004C787C"/>
    <w:rsid w:val="004D2C70"/>
    <w:rsid w:val="004F420A"/>
    <w:rsid w:val="004F42B1"/>
    <w:rsid w:val="004F4B9B"/>
    <w:rsid w:val="00501654"/>
    <w:rsid w:val="00511AB9"/>
    <w:rsid w:val="00523EA7"/>
    <w:rsid w:val="00537CCB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5F2AAE"/>
    <w:rsid w:val="005F2F98"/>
    <w:rsid w:val="005F5016"/>
    <w:rsid w:val="006104F6"/>
    <w:rsid w:val="0061068E"/>
    <w:rsid w:val="00630DC6"/>
    <w:rsid w:val="00632464"/>
    <w:rsid w:val="00660AD3"/>
    <w:rsid w:val="00664163"/>
    <w:rsid w:val="006A5570"/>
    <w:rsid w:val="006A689C"/>
    <w:rsid w:val="006B3D79"/>
    <w:rsid w:val="006B7D49"/>
    <w:rsid w:val="006D12E0"/>
    <w:rsid w:val="006D6529"/>
    <w:rsid w:val="006E0578"/>
    <w:rsid w:val="006E314D"/>
    <w:rsid w:val="006E7F06"/>
    <w:rsid w:val="00710723"/>
    <w:rsid w:val="00712ED1"/>
    <w:rsid w:val="007149AA"/>
    <w:rsid w:val="00723ED1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A0EFE"/>
    <w:rsid w:val="007B570C"/>
    <w:rsid w:val="007E4A6E"/>
    <w:rsid w:val="007F56A7"/>
    <w:rsid w:val="007F626E"/>
    <w:rsid w:val="00807DD0"/>
    <w:rsid w:val="00813F11"/>
    <w:rsid w:val="00842C9B"/>
    <w:rsid w:val="0084422C"/>
    <w:rsid w:val="00851ABE"/>
    <w:rsid w:val="008841FB"/>
    <w:rsid w:val="0088472C"/>
    <w:rsid w:val="00891334"/>
    <w:rsid w:val="008A3568"/>
    <w:rsid w:val="008D03B9"/>
    <w:rsid w:val="008E21AB"/>
    <w:rsid w:val="008F18D6"/>
    <w:rsid w:val="008F5A60"/>
    <w:rsid w:val="00904780"/>
    <w:rsid w:val="009113A8"/>
    <w:rsid w:val="00922385"/>
    <w:rsid w:val="009223DF"/>
    <w:rsid w:val="00934DC3"/>
    <w:rsid w:val="00936091"/>
    <w:rsid w:val="00940D8A"/>
    <w:rsid w:val="0095327E"/>
    <w:rsid w:val="00960DB9"/>
    <w:rsid w:val="00962258"/>
    <w:rsid w:val="009678B7"/>
    <w:rsid w:val="00982411"/>
    <w:rsid w:val="00992D9C"/>
    <w:rsid w:val="00996CB8"/>
    <w:rsid w:val="009A46FD"/>
    <w:rsid w:val="009A61F8"/>
    <w:rsid w:val="009A7568"/>
    <w:rsid w:val="009B2E97"/>
    <w:rsid w:val="009B3234"/>
    <w:rsid w:val="009B3C69"/>
    <w:rsid w:val="009B72CC"/>
    <w:rsid w:val="009C7B39"/>
    <w:rsid w:val="009E07F4"/>
    <w:rsid w:val="009F392E"/>
    <w:rsid w:val="00A44328"/>
    <w:rsid w:val="00A6177B"/>
    <w:rsid w:val="00A66136"/>
    <w:rsid w:val="00A943B5"/>
    <w:rsid w:val="00AA4CBB"/>
    <w:rsid w:val="00AA65FA"/>
    <w:rsid w:val="00AA7351"/>
    <w:rsid w:val="00AC2553"/>
    <w:rsid w:val="00AD056F"/>
    <w:rsid w:val="00AD2773"/>
    <w:rsid w:val="00AD6731"/>
    <w:rsid w:val="00AE1DDE"/>
    <w:rsid w:val="00B15B5E"/>
    <w:rsid w:val="00B15D0D"/>
    <w:rsid w:val="00B2155C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5B9A"/>
    <w:rsid w:val="00BF6D48"/>
    <w:rsid w:val="00C02D0A"/>
    <w:rsid w:val="00C03A6E"/>
    <w:rsid w:val="00C15782"/>
    <w:rsid w:val="00C26D4D"/>
    <w:rsid w:val="00C30759"/>
    <w:rsid w:val="00C44F6A"/>
    <w:rsid w:val="00C67774"/>
    <w:rsid w:val="00C727E5"/>
    <w:rsid w:val="00C8207D"/>
    <w:rsid w:val="00CB7B5A"/>
    <w:rsid w:val="00CC1E2B"/>
    <w:rsid w:val="00CD1FC4"/>
    <w:rsid w:val="00CE371D"/>
    <w:rsid w:val="00CF467F"/>
    <w:rsid w:val="00D02A4D"/>
    <w:rsid w:val="00D21061"/>
    <w:rsid w:val="00D316A7"/>
    <w:rsid w:val="00D4108E"/>
    <w:rsid w:val="00D548C8"/>
    <w:rsid w:val="00D6163D"/>
    <w:rsid w:val="00D63009"/>
    <w:rsid w:val="00D7386B"/>
    <w:rsid w:val="00D802D8"/>
    <w:rsid w:val="00D831A3"/>
    <w:rsid w:val="00D902AD"/>
    <w:rsid w:val="00DA6FFE"/>
    <w:rsid w:val="00DB203A"/>
    <w:rsid w:val="00DC0A8C"/>
    <w:rsid w:val="00DC3110"/>
    <w:rsid w:val="00DD46F3"/>
    <w:rsid w:val="00DD58A6"/>
    <w:rsid w:val="00DE56F2"/>
    <w:rsid w:val="00DF116D"/>
    <w:rsid w:val="00E06D83"/>
    <w:rsid w:val="00E10710"/>
    <w:rsid w:val="00E558BC"/>
    <w:rsid w:val="00E824F1"/>
    <w:rsid w:val="00E9347D"/>
    <w:rsid w:val="00E96098"/>
    <w:rsid w:val="00EB104F"/>
    <w:rsid w:val="00ED14BD"/>
    <w:rsid w:val="00F01440"/>
    <w:rsid w:val="00F12DEC"/>
    <w:rsid w:val="00F1715C"/>
    <w:rsid w:val="00F21D02"/>
    <w:rsid w:val="00F310F8"/>
    <w:rsid w:val="00F31E6F"/>
    <w:rsid w:val="00F35939"/>
    <w:rsid w:val="00F45607"/>
    <w:rsid w:val="00F64786"/>
    <w:rsid w:val="00F659EB"/>
    <w:rsid w:val="00F70076"/>
    <w:rsid w:val="00F804A7"/>
    <w:rsid w:val="00F862D6"/>
    <w:rsid w:val="00F86BA6"/>
    <w:rsid w:val="00F9207D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vz.nipez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13</TotalTime>
  <Pages>2</Pages>
  <Words>496</Words>
  <Characters>2927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4</cp:revision>
  <cp:lastPrinted>2024-10-01T07:27:00Z</cp:lastPrinted>
  <dcterms:created xsi:type="dcterms:W3CDTF">2024-10-01T08:03:00Z</dcterms:created>
  <dcterms:modified xsi:type="dcterms:W3CDTF">2024-10-01T08:18:00Z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